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42" w:rsidRDefault="004C2EB1" w:rsidP="00024DF9">
      <w:pPr>
        <w:ind w:left="-142"/>
        <w:jc w:val="center"/>
      </w:pPr>
      <w:r>
        <w:rPr>
          <w:noProof/>
        </w:rPr>
        <w:drawing>
          <wp:inline distT="0" distB="0" distL="0" distR="0" wp14:anchorId="065193A3" wp14:editId="4B40F5F0">
            <wp:extent cx="3098504" cy="2375535"/>
            <wp:effectExtent l="19050" t="19050" r="26035" b="24765"/>
            <wp:docPr id="2" name="Immagine 2" descr="C:\Users\Recobot\AppData\Local\Microsoft\Windows\INetCache\Content.MSO\193AAFB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cobot\AppData\Local\Microsoft\Windows\INetCache\Content.MSO\193AAFBF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113" cy="23790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63FB7C" wp14:editId="0943DE0B">
            <wp:extent cx="3260988" cy="2376000"/>
            <wp:effectExtent l="19050" t="19050" r="15875" b="24765"/>
            <wp:docPr id="1" name="Immagine 1" descr="C:\Users\Recobot\AppData\Local\Microsoft\Windows\INetCache\Content.MSO\A3FA7EE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cobot\AppData\Local\Microsoft\Windows\INetCache\Content.MSO\A3FA7EE8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08" r="9008" b="9274"/>
                    <a:stretch/>
                  </pic:blipFill>
                  <pic:spPr bwMode="auto">
                    <a:xfrm>
                      <a:off x="0" y="0"/>
                      <a:ext cx="3260988" cy="237600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" lastClr="FFFFFF">
                          <a:lumMod val="75000"/>
                        </a:sys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4DF9" w:rsidRDefault="00024DF9" w:rsidP="00024DF9">
      <w:pPr>
        <w:ind w:left="-142"/>
        <w:jc w:val="center"/>
      </w:pPr>
      <w:r>
        <w:rPr>
          <w:noProof/>
        </w:rPr>
        <w:drawing>
          <wp:inline distT="0" distB="0" distL="0" distR="0" wp14:anchorId="3856C083" wp14:editId="2E54C0E7">
            <wp:extent cx="6408000" cy="4231671"/>
            <wp:effectExtent l="19050" t="19050" r="12065" b="16510"/>
            <wp:docPr id="4" name="Immagine 4" descr="Risultati immagini per quadro puzzle con pezzi mancan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quadro puzzle con pezzi mancan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12000"/>
                              </a14:imgEffect>
                              <a14:imgEffect>
                                <a14:brightnessContrast contrast="1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000" cy="423167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D5AAD" w:rsidRPr="000D5AAD" w:rsidRDefault="000D5AAD" w:rsidP="00024DF9">
      <w:pPr>
        <w:ind w:left="-142"/>
        <w:jc w:val="center"/>
        <w:rPr>
          <w:rFonts w:ascii="Arial Black" w:hAnsi="Arial Black"/>
          <w:sz w:val="40"/>
          <w:szCs w:val="40"/>
        </w:rPr>
      </w:pPr>
    </w:p>
    <w:p w:rsidR="00024DF9" w:rsidRDefault="00024DF9" w:rsidP="00024DF9">
      <w:pPr>
        <w:ind w:left="-142"/>
        <w:jc w:val="center"/>
        <w:rPr>
          <w:rFonts w:ascii="Arial Black" w:hAnsi="Arial Black"/>
          <w:sz w:val="96"/>
          <w:szCs w:val="96"/>
        </w:rPr>
      </w:pPr>
      <w:r>
        <w:rPr>
          <w:rFonts w:ascii="Arial Black" w:hAnsi="Arial Black"/>
          <w:sz w:val="96"/>
          <w:szCs w:val="96"/>
        </w:rPr>
        <w:t>Il piano di Dio</w:t>
      </w:r>
    </w:p>
    <w:p w:rsidR="00024DF9" w:rsidRDefault="00BA4531" w:rsidP="00024DF9">
      <w:pPr>
        <w:ind w:left="-142"/>
        <w:jc w:val="center"/>
        <w:rPr>
          <w:rFonts w:ascii="Arial Black" w:hAnsi="Arial Black"/>
          <w:sz w:val="96"/>
          <w:szCs w:val="96"/>
        </w:rPr>
      </w:pPr>
      <w:r>
        <w:rPr>
          <w:rFonts w:ascii="Arial Black" w:hAnsi="Arial Black"/>
          <w:sz w:val="96"/>
          <w:szCs w:val="96"/>
        </w:rPr>
        <w:t>p</w:t>
      </w:r>
      <w:r w:rsidR="00024DF9">
        <w:rPr>
          <w:rFonts w:ascii="Arial Black" w:hAnsi="Arial Black"/>
          <w:sz w:val="96"/>
          <w:szCs w:val="96"/>
        </w:rPr>
        <w:t>er la mia vita</w:t>
      </w:r>
    </w:p>
    <w:p w:rsidR="00024DF9" w:rsidRPr="00024DF9" w:rsidRDefault="00024DF9" w:rsidP="00024DF9">
      <w:pPr>
        <w:ind w:left="-142"/>
        <w:jc w:val="right"/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MC</w:t>
      </w:r>
    </w:p>
    <w:sectPr w:rsidR="00024DF9" w:rsidRPr="00024DF9" w:rsidSect="00024D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nextColumn"/>
      <w:pgSz w:w="11907" w:h="16840" w:code="9"/>
      <w:pgMar w:top="993" w:right="567" w:bottom="567" w:left="567" w:header="284" w:footer="284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CF8" w:rsidRDefault="000E3CF8" w:rsidP="00CD1748">
      <w:r>
        <w:separator/>
      </w:r>
    </w:p>
  </w:endnote>
  <w:endnote w:type="continuationSeparator" w:id="0">
    <w:p w:rsidR="000E3CF8" w:rsidRDefault="000E3CF8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3672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9C5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253863"/>
      <w:docPartObj>
        <w:docPartGallery w:val="Page Numbers (Bottom of Page)"/>
        <w:docPartUnique/>
      </w:docPartObj>
    </w:sdtPr>
    <w:sdtEndPr/>
    <w:sdtContent>
      <w:p w:rsidR="00006223" w:rsidRDefault="000E3CF8">
        <w:pPr>
          <w:pStyle w:val="Pidipagina"/>
          <w:jc w:val="right"/>
        </w:pP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CF8" w:rsidRDefault="000E3CF8" w:rsidP="00CD1748">
      <w:r>
        <w:separator/>
      </w:r>
    </w:p>
  </w:footnote>
  <w:footnote w:type="continuationSeparator" w:id="0">
    <w:p w:rsidR="000E3CF8" w:rsidRDefault="000E3CF8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24DF9"/>
    <w:rsid w:val="00035A87"/>
    <w:rsid w:val="00037591"/>
    <w:rsid w:val="0004003B"/>
    <w:rsid w:val="0004497C"/>
    <w:rsid w:val="00045E57"/>
    <w:rsid w:val="00046546"/>
    <w:rsid w:val="00070740"/>
    <w:rsid w:val="00070E69"/>
    <w:rsid w:val="00094056"/>
    <w:rsid w:val="000D5AAD"/>
    <w:rsid w:val="000E3CF8"/>
    <w:rsid w:val="001022BC"/>
    <w:rsid w:val="00107EF2"/>
    <w:rsid w:val="00142959"/>
    <w:rsid w:val="00143E1F"/>
    <w:rsid w:val="00153AAB"/>
    <w:rsid w:val="001676EF"/>
    <w:rsid w:val="0017228D"/>
    <w:rsid w:val="001726B9"/>
    <w:rsid w:val="001C157C"/>
    <w:rsid w:val="001E7FBB"/>
    <w:rsid w:val="001F7DE6"/>
    <w:rsid w:val="00215D92"/>
    <w:rsid w:val="002240BE"/>
    <w:rsid w:val="00245C07"/>
    <w:rsid w:val="002515C2"/>
    <w:rsid w:val="00257890"/>
    <w:rsid w:val="0029780C"/>
    <w:rsid w:val="002A7D50"/>
    <w:rsid w:val="002B53F9"/>
    <w:rsid w:val="002B572C"/>
    <w:rsid w:val="002B7379"/>
    <w:rsid w:val="002E2157"/>
    <w:rsid w:val="002E643A"/>
    <w:rsid w:val="002E7C68"/>
    <w:rsid w:val="0032028F"/>
    <w:rsid w:val="00327DFA"/>
    <w:rsid w:val="003304DD"/>
    <w:rsid w:val="00334255"/>
    <w:rsid w:val="00337C81"/>
    <w:rsid w:val="00364506"/>
    <w:rsid w:val="00364B65"/>
    <w:rsid w:val="00374521"/>
    <w:rsid w:val="003922BA"/>
    <w:rsid w:val="003A098A"/>
    <w:rsid w:val="003A5142"/>
    <w:rsid w:val="003A687C"/>
    <w:rsid w:val="003C15B0"/>
    <w:rsid w:val="003C6956"/>
    <w:rsid w:val="003D05BF"/>
    <w:rsid w:val="003D2040"/>
    <w:rsid w:val="003E2D09"/>
    <w:rsid w:val="003E6451"/>
    <w:rsid w:val="00402D02"/>
    <w:rsid w:val="00405607"/>
    <w:rsid w:val="004259A0"/>
    <w:rsid w:val="00434064"/>
    <w:rsid w:val="004425ED"/>
    <w:rsid w:val="00484B42"/>
    <w:rsid w:val="004916A1"/>
    <w:rsid w:val="004C2EB1"/>
    <w:rsid w:val="004F362D"/>
    <w:rsid w:val="004F73D0"/>
    <w:rsid w:val="0053335D"/>
    <w:rsid w:val="00571F6B"/>
    <w:rsid w:val="005D4FC7"/>
    <w:rsid w:val="005D6CBC"/>
    <w:rsid w:val="006445B7"/>
    <w:rsid w:val="006505CD"/>
    <w:rsid w:val="00664EEE"/>
    <w:rsid w:val="0067013E"/>
    <w:rsid w:val="00672705"/>
    <w:rsid w:val="006829E2"/>
    <w:rsid w:val="00687B9A"/>
    <w:rsid w:val="006A625A"/>
    <w:rsid w:val="006B44E2"/>
    <w:rsid w:val="006E7D39"/>
    <w:rsid w:val="007241D6"/>
    <w:rsid w:val="007414A0"/>
    <w:rsid w:val="007803E4"/>
    <w:rsid w:val="007A13F6"/>
    <w:rsid w:val="007E2ABA"/>
    <w:rsid w:val="007F0871"/>
    <w:rsid w:val="00820928"/>
    <w:rsid w:val="00824C9B"/>
    <w:rsid w:val="0082587A"/>
    <w:rsid w:val="00871B3E"/>
    <w:rsid w:val="008945C4"/>
    <w:rsid w:val="008A2900"/>
    <w:rsid w:val="008A79CE"/>
    <w:rsid w:val="008B3C8F"/>
    <w:rsid w:val="008D2334"/>
    <w:rsid w:val="008E0F2D"/>
    <w:rsid w:val="008E2E55"/>
    <w:rsid w:val="00905B43"/>
    <w:rsid w:val="00922B30"/>
    <w:rsid w:val="0093288D"/>
    <w:rsid w:val="0095465E"/>
    <w:rsid w:val="00963C25"/>
    <w:rsid w:val="00973D54"/>
    <w:rsid w:val="009879C5"/>
    <w:rsid w:val="00994DAC"/>
    <w:rsid w:val="009A1B32"/>
    <w:rsid w:val="009B1242"/>
    <w:rsid w:val="009B37C6"/>
    <w:rsid w:val="009C4AFC"/>
    <w:rsid w:val="009C500A"/>
    <w:rsid w:val="009E6E82"/>
    <w:rsid w:val="00A179D4"/>
    <w:rsid w:val="00A22366"/>
    <w:rsid w:val="00A376E1"/>
    <w:rsid w:val="00A54FF5"/>
    <w:rsid w:val="00A57A9A"/>
    <w:rsid w:val="00A6288A"/>
    <w:rsid w:val="00A6530D"/>
    <w:rsid w:val="00A90CE7"/>
    <w:rsid w:val="00A9186D"/>
    <w:rsid w:val="00A93BEE"/>
    <w:rsid w:val="00AA73A8"/>
    <w:rsid w:val="00AC1D90"/>
    <w:rsid w:val="00AC5675"/>
    <w:rsid w:val="00AE0538"/>
    <w:rsid w:val="00AE412B"/>
    <w:rsid w:val="00AE5108"/>
    <w:rsid w:val="00AF0F53"/>
    <w:rsid w:val="00B20914"/>
    <w:rsid w:val="00B33293"/>
    <w:rsid w:val="00B34D4E"/>
    <w:rsid w:val="00B4410E"/>
    <w:rsid w:val="00B60CD5"/>
    <w:rsid w:val="00B73A62"/>
    <w:rsid w:val="00BA4531"/>
    <w:rsid w:val="00BD3D7A"/>
    <w:rsid w:val="00BD56AA"/>
    <w:rsid w:val="00BE20FE"/>
    <w:rsid w:val="00BE49E5"/>
    <w:rsid w:val="00BF1CE5"/>
    <w:rsid w:val="00C2016E"/>
    <w:rsid w:val="00C3558D"/>
    <w:rsid w:val="00C362D9"/>
    <w:rsid w:val="00C46A5A"/>
    <w:rsid w:val="00C73D0A"/>
    <w:rsid w:val="00C94D68"/>
    <w:rsid w:val="00C978C3"/>
    <w:rsid w:val="00CA1265"/>
    <w:rsid w:val="00CA33F1"/>
    <w:rsid w:val="00CA4956"/>
    <w:rsid w:val="00CB2E03"/>
    <w:rsid w:val="00CB4B62"/>
    <w:rsid w:val="00CC2C0B"/>
    <w:rsid w:val="00CD1748"/>
    <w:rsid w:val="00CF016C"/>
    <w:rsid w:val="00CF2C1D"/>
    <w:rsid w:val="00CF367F"/>
    <w:rsid w:val="00CF5E6B"/>
    <w:rsid w:val="00D02541"/>
    <w:rsid w:val="00D13D24"/>
    <w:rsid w:val="00D21528"/>
    <w:rsid w:val="00D2352D"/>
    <w:rsid w:val="00D23966"/>
    <w:rsid w:val="00D50009"/>
    <w:rsid w:val="00DB526C"/>
    <w:rsid w:val="00DE0B44"/>
    <w:rsid w:val="00E3011A"/>
    <w:rsid w:val="00E4017F"/>
    <w:rsid w:val="00E71BAD"/>
    <w:rsid w:val="00E819D0"/>
    <w:rsid w:val="00E87073"/>
    <w:rsid w:val="00E94D9D"/>
    <w:rsid w:val="00EA2441"/>
    <w:rsid w:val="00EA4890"/>
    <w:rsid w:val="00EB12A5"/>
    <w:rsid w:val="00F2577C"/>
    <w:rsid w:val="00F30ACC"/>
    <w:rsid w:val="00F51947"/>
    <w:rsid w:val="00F5728B"/>
    <w:rsid w:val="00F97499"/>
    <w:rsid w:val="00FA0469"/>
    <w:rsid w:val="00FA0A2C"/>
    <w:rsid w:val="00FA421F"/>
    <w:rsid w:val="00FE3C41"/>
    <w:rsid w:val="00FE5E8B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44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9</cp:revision>
  <cp:lastPrinted>2016-12-29T06:55:00Z</cp:lastPrinted>
  <dcterms:created xsi:type="dcterms:W3CDTF">2017-01-28T09:52:00Z</dcterms:created>
  <dcterms:modified xsi:type="dcterms:W3CDTF">2020-03-19T15:16:00Z</dcterms:modified>
</cp:coreProperties>
</file>